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7A3A9A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3A9A" w:rsidRDefault="007A3A9A" w:rsidP="00965F9A">
            <w:pPr>
              <w:jc w:val="right"/>
            </w:pPr>
          </w:p>
        </w:tc>
      </w:tr>
      <w:tr w:rsidR="007A3A9A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A3A9A" w:rsidRPr="00965F9A" w:rsidRDefault="007A3A9A" w:rsidP="00965F9A">
            <w:pPr>
              <w:jc w:val="center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                             Приложение № 5</w:t>
            </w:r>
          </w:p>
        </w:tc>
      </w:tr>
      <w:tr w:rsidR="007A3A9A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к решению «О бюджете Мглинского </w:t>
            </w:r>
          </w:p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муниципального  района Брянской </w:t>
            </w:r>
          </w:p>
        </w:tc>
      </w:tr>
      <w:tr w:rsidR="007A3A9A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области на 2021 год и на плановый </w:t>
            </w:r>
          </w:p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период 2022 и 2023 годов»     </w:t>
            </w:r>
          </w:p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</w:p>
          <w:p w:rsidR="007A3A9A" w:rsidRPr="00965F9A" w:rsidRDefault="007A3A9A" w:rsidP="00965F9A">
            <w:pPr>
              <w:spacing w:line="276" w:lineRule="auto"/>
              <w:ind w:left="4500"/>
              <w:jc w:val="both"/>
              <w:rPr>
                <w:sz w:val="28"/>
                <w:szCs w:val="28"/>
              </w:rPr>
            </w:pPr>
            <w:r w:rsidRPr="00965F9A">
              <w:rPr>
                <w:sz w:val="28"/>
                <w:szCs w:val="28"/>
              </w:rPr>
              <w:t xml:space="preserve">от </w:t>
            </w:r>
            <w:r w:rsidRPr="00965F9A">
              <w:rPr>
                <w:sz w:val="28"/>
                <w:szCs w:val="28"/>
                <w:u w:val="single"/>
              </w:rPr>
              <w:t>15 декабря 2020</w:t>
            </w:r>
            <w:r w:rsidRPr="00965F9A">
              <w:rPr>
                <w:sz w:val="28"/>
                <w:szCs w:val="28"/>
              </w:rPr>
              <w:t xml:space="preserve"> года № </w:t>
            </w:r>
            <w:r w:rsidRPr="00965F9A">
              <w:rPr>
                <w:sz w:val="28"/>
                <w:szCs w:val="28"/>
                <w:u w:val="single"/>
              </w:rPr>
              <w:t>6-112</w:t>
            </w:r>
          </w:p>
        </w:tc>
      </w:tr>
      <w:tr w:rsidR="007A3A9A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A3A9A" w:rsidRPr="0016763C" w:rsidRDefault="007A3A9A" w:rsidP="00B5483C">
            <w:pPr>
              <w:jc w:val="right"/>
              <w:rPr>
                <w:sz w:val="27"/>
                <w:szCs w:val="27"/>
              </w:rPr>
            </w:pPr>
          </w:p>
          <w:p w:rsidR="007A3A9A" w:rsidRPr="0016763C" w:rsidRDefault="007A3A9A" w:rsidP="00DB1EA8">
            <w:pPr>
              <w:jc w:val="center"/>
              <w:rPr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7A3A9A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A3A9A" w:rsidRDefault="007A3A9A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3A9A" w:rsidRDefault="007A3A9A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3A9A" w:rsidRDefault="007A3A9A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3A9A" w:rsidRDefault="007A3A9A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3A9A" w:rsidRDefault="007A3A9A" w:rsidP="006B285E">
            <w:pPr>
              <w:ind w:left="3969"/>
              <w:jc w:val="right"/>
            </w:pPr>
          </w:p>
        </w:tc>
      </w:tr>
    </w:tbl>
    <w:p w:rsidR="007A3A9A" w:rsidRDefault="007A3A9A" w:rsidP="0000175E">
      <w:pPr>
        <w:ind w:left="5664" w:firstLine="96"/>
      </w:pPr>
    </w:p>
    <w:p w:rsidR="007A3A9A" w:rsidRPr="008F2727" w:rsidRDefault="007A3A9A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7A3A9A" w:rsidRPr="008F2727" w:rsidRDefault="007A3A9A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Мглинского </w:t>
      </w:r>
      <w:r w:rsidRPr="008F2727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района Брянской области </w:t>
      </w:r>
      <w:r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7A3A9A" w:rsidRDefault="007A3A9A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7A3A9A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Pr="0000175E" w:rsidRDefault="007A3A9A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7A3A9A" w:rsidRDefault="007A3A9A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7A3A9A" w:rsidRDefault="007A3A9A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7A3A9A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Pr="0000175E" w:rsidRDefault="007A3A9A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Pr="0000175E" w:rsidRDefault="007A3A9A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A9A" w:rsidRDefault="007A3A9A" w:rsidP="009228E5">
            <w:pPr>
              <w:rPr>
                <w:szCs w:val="20"/>
              </w:rPr>
            </w:pPr>
          </w:p>
        </w:tc>
      </w:tr>
      <w:tr w:rsidR="007A3A9A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7A3A9A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A3A9A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7A3A9A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7A3A9A" w:rsidTr="00965F9A">
        <w:trPr>
          <w:trHeight w:val="187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7A3A9A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Pr="00F03D20" w:rsidRDefault="007A3A9A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rPr>
                <w:lang w:eastAsia="en-US"/>
              </w:rPr>
              <w:t>1 03 02231 01 0000 110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A3A9A" w:rsidTr="00F460CB">
        <w:trPr>
          <w:trHeight w:val="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rPr>
                <w:lang w:eastAsia="en-US"/>
              </w:rPr>
              <w:t>1 03 02241 01 0000 110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A3A9A" w:rsidRDefault="007A3A9A" w:rsidP="009228E5">
            <w:pPr>
              <w:jc w:val="both"/>
              <w:rPr>
                <w:bCs/>
              </w:rPr>
            </w:pP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rPr>
                <w:lang w:eastAsia="en-US"/>
              </w:rPr>
              <w:t>1 03 02251 01 0000 110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A3A9A" w:rsidRDefault="007A3A9A" w:rsidP="009228E5">
            <w:pPr>
              <w:jc w:val="both"/>
              <w:rPr>
                <w:bCs/>
              </w:rPr>
            </w:pP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rPr>
                <w:lang w:eastAsia="en-US"/>
              </w:rPr>
              <w:t>1 03 02261 01 0000 110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7A3A9A" w:rsidRDefault="007A3A9A" w:rsidP="009228E5">
            <w:pPr>
              <w:jc w:val="both"/>
              <w:rPr>
                <w:bCs/>
              </w:rPr>
            </w:pPr>
          </w:p>
        </w:tc>
      </w:tr>
      <w:tr w:rsidR="007A3A9A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7A3A9A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7A3A9A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7A3A9A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7A3A9A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9A" w:rsidRDefault="007A3A9A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</w:tbl>
    <w:p w:rsidR="007A3A9A" w:rsidRDefault="007A3A9A" w:rsidP="0000175E"/>
    <w:p w:rsidR="007A3A9A" w:rsidRDefault="007A3A9A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7A3A9A" w:rsidRPr="008F2727" w:rsidRDefault="007A3A9A" w:rsidP="00970A2E">
      <w:pPr>
        <w:autoSpaceDE w:val="0"/>
        <w:autoSpaceDN w:val="0"/>
        <w:adjustRightInd w:val="0"/>
        <w:ind w:left="-720" w:firstLine="540"/>
        <w:jc w:val="both"/>
        <w:rPr>
          <w:bCs/>
          <w:sz w:val="32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sectPr w:rsidR="007A3A9A" w:rsidRPr="008F2727" w:rsidSect="00F460C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D7028"/>
    <w:rsid w:val="00110B7B"/>
    <w:rsid w:val="0016763C"/>
    <w:rsid w:val="002C3BD8"/>
    <w:rsid w:val="002F32E9"/>
    <w:rsid w:val="002F5E40"/>
    <w:rsid w:val="00311A2C"/>
    <w:rsid w:val="004A5A4A"/>
    <w:rsid w:val="00562484"/>
    <w:rsid w:val="00615F1E"/>
    <w:rsid w:val="00650365"/>
    <w:rsid w:val="00667BEB"/>
    <w:rsid w:val="006B285E"/>
    <w:rsid w:val="006B6638"/>
    <w:rsid w:val="006E0331"/>
    <w:rsid w:val="007041A5"/>
    <w:rsid w:val="00740CE0"/>
    <w:rsid w:val="00751796"/>
    <w:rsid w:val="007A3A9A"/>
    <w:rsid w:val="0082082D"/>
    <w:rsid w:val="008A7257"/>
    <w:rsid w:val="008D2336"/>
    <w:rsid w:val="008F2727"/>
    <w:rsid w:val="009228E5"/>
    <w:rsid w:val="0094613E"/>
    <w:rsid w:val="00964DC2"/>
    <w:rsid w:val="00965F9A"/>
    <w:rsid w:val="00970A2E"/>
    <w:rsid w:val="009930E0"/>
    <w:rsid w:val="00B5483C"/>
    <w:rsid w:val="00B64C4D"/>
    <w:rsid w:val="00BE20C5"/>
    <w:rsid w:val="00C173AD"/>
    <w:rsid w:val="00CD3478"/>
    <w:rsid w:val="00D91781"/>
    <w:rsid w:val="00DB1EA8"/>
    <w:rsid w:val="00DF1B7F"/>
    <w:rsid w:val="00EC1ED4"/>
    <w:rsid w:val="00EE39FE"/>
    <w:rsid w:val="00EF75F6"/>
    <w:rsid w:val="00F03D20"/>
    <w:rsid w:val="00F4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35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616</Words>
  <Characters>3517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18</cp:revision>
  <cp:lastPrinted>2020-12-21T12:33:00Z</cp:lastPrinted>
  <dcterms:created xsi:type="dcterms:W3CDTF">2018-11-01T07:10:00Z</dcterms:created>
  <dcterms:modified xsi:type="dcterms:W3CDTF">2020-12-21T12:34:00Z</dcterms:modified>
</cp:coreProperties>
</file>